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0B7F2E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0B7F2E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0B7F2E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0B7F2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A2571B" w:rsidRDefault="00A2571B" w:rsidP="00383D3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učebnice a pracovní sešity </w:t>
            </w:r>
          </w:p>
          <w:p w:rsidR="000C5AE1" w:rsidRPr="0025072A" w:rsidRDefault="00A2571B" w:rsidP="00383D3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</w:p>
        </w:tc>
      </w:tr>
      <w:tr w:rsidR="000C5AE1" w:rsidRPr="003D1519" w:rsidTr="000B7F2E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0B7F2E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A71B43" w:rsidP="001B20DB">
            <w:pPr>
              <w:rPr>
                <w:szCs w:val="20"/>
              </w:rPr>
            </w:pPr>
            <w:r>
              <w:rPr>
                <w:szCs w:val="20"/>
              </w:rPr>
              <w:t>Mariánské ná</w:t>
            </w:r>
            <w:r w:rsidR="005C6B3A">
              <w:rPr>
                <w:szCs w:val="20"/>
              </w:rPr>
              <w:t>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B1232" w:rsidP="009B16E2">
            <w:pPr>
              <w:rPr>
                <w:szCs w:val="20"/>
              </w:rPr>
            </w:pPr>
            <w:r>
              <w:t>Mgr. Lenka Jančová</w:t>
            </w:r>
            <w:r w:rsidR="009B16E2">
              <w:t xml:space="preserve"> - ředitel</w:t>
            </w:r>
            <w:r>
              <w:t>ka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B123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Lenka Jančová</w:t>
            </w:r>
            <w:r w:rsidR="009B16E2">
              <w:rPr>
                <w:szCs w:val="20"/>
              </w:rPr>
              <w:t xml:space="preserve"> - ředitel</w:t>
            </w:r>
            <w:r>
              <w:rPr>
                <w:szCs w:val="20"/>
              </w:rPr>
              <w:t>ka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9E1C8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</w:t>
            </w:r>
            <w:r w:rsidR="009E1C81">
              <w:rPr>
                <w:szCs w:val="20"/>
              </w:rPr>
              <w:t>4</w:t>
            </w:r>
            <w:bookmarkStart w:id="0" w:name="_GoBack"/>
            <w:bookmarkEnd w:id="0"/>
            <w:r w:rsidR="00E301E3">
              <w:rPr>
                <w:szCs w:val="20"/>
              </w:rPr>
              <w:t>0</w:t>
            </w:r>
            <w:r w:rsidR="005C6B3A" w:rsidRPr="002173ED">
              <w:rPr>
                <w:szCs w:val="20"/>
              </w:rPr>
              <w:t xml:space="preserve">, </w:t>
            </w:r>
            <w:r w:rsidR="00DB1232">
              <w:rPr>
                <w:szCs w:val="20"/>
              </w:rPr>
              <w:t>606 503 846</w:t>
            </w:r>
          </w:p>
        </w:tc>
      </w:tr>
      <w:tr w:rsidR="000C5AE1" w:rsidRPr="003D1519" w:rsidTr="000B7F2E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B1232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ljancova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5C6B3A"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0B7F2E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76890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76890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76890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76890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C0D9" w:themeFill="accent4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76890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76890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76890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76890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1AF5" w:rsidRPr="00B93FB3" w:rsidRDefault="004E1AF5" w:rsidP="004E1AF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4E1AF5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B7F2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77E7F"/>
    <w:rsid w:val="00383D3E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76890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1C81"/>
    <w:rsid w:val="009E2520"/>
    <w:rsid w:val="009F2C35"/>
    <w:rsid w:val="00A15E7A"/>
    <w:rsid w:val="00A17429"/>
    <w:rsid w:val="00A2571B"/>
    <w:rsid w:val="00A54E2B"/>
    <w:rsid w:val="00A55F8A"/>
    <w:rsid w:val="00A61BD0"/>
    <w:rsid w:val="00A71359"/>
    <w:rsid w:val="00A71B43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1232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3FBF6-D7B3-4ECB-9B5B-98D2B024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9FBEF6F6</Template>
  <TotalTime>2</TotalTime>
  <Pages>1</Pages>
  <Words>145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dcterms:created xsi:type="dcterms:W3CDTF">2025-05-07T06:04:00Z</dcterms:created>
  <dcterms:modified xsi:type="dcterms:W3CDTF">2025-07-25T05:21:00Z</dcterms:modified>
</cp:coreProperties>
</file>